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5AFF7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2DD811D" w14:textId="77777777" w:rsidTr="00146EEC">
        <w:tc>
          <w:tcPr>
            <w:tcW w:w="2689" w:type="dxa"/>
          </w:tcPr>
          <w:p w14:paraId="3907694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C5F661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DBF968D" w14:textId="77777777" w:rsidTr="00146EEC">
        <w:tc>
          <w:tcPr>
            <w:tcW w:w="2689" w:type="dxa"/>
          </w:tcPr>
          <w:p w14:paraId="26AF04E3" w14:textId="0E034F50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B697B">
              <w:t xml:space="preserve"> 1</w:t>
            </w:r>
          </w:p>
        </w:tc>
        <w:tc>
          <w:tcPr>
            <w:tcW w:w="6939" w:type="dxa"/>
          </w:tcPr>
          <w:p w14:paraId="235B39A8" w14:textId="032AB405" w:rsidR="00F1480E" w:rsidRPr="000754EC" w:rsidRDefault="009D4B78" w:rsidP="000754EC">
            <w:pPr>
              <w:pStyle w:val="SIText"/>
            </w:pPr>
            <w:r>
              <w:t xml:space="preserve">This version released with </w:t>
            </w:r>
            <w:r w:rsidRPr="009D4B78">
              <w:t>FBP Food, Beverage and Pharmaceut</w:t>
            </w:r>
            <w:r w:rsidR="008B697B">
              <w:t>icals Training Package version 2</w:t>
            </w:r>
            <w:r w:rsidRPr="009D4B78">
              <w:t>.0.</w:t>
            </w:r>
          </w:p>
        </w:tc>
      </w:tr>
    </w:tbl>
    <w:p w14:paraId="39FFAC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9D4B78" w:rsidRPr="00963A46" w14:paraId="5CF072FF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2079B46A" w14:textId="63D10C7E" w:rsidR="009D4B78" w:rsidRPr="009D4B78" w:rsidRDefault="008D309F" w:rsidP="009D4B78">
            <w:pPr>
              <w:pStyle w:val="SIUNITCODE"/>
            </w:pPr>
            <w:r>
              <w:t>FBPCDS</w:t>
            </w:r>
            <w:r w:rsidR="009D4B78">
              <w:t>2006</w:t>
            </w:r>
          </w:p>
        </w:tc>
        <w:tc>
          <w:tcPr>
            <w:tcW w:w="3604" w:type="pct"/>
            <w:shd w:val="clear" w:color="auto" w:fill="auto"/>
          </w:tcPr>
          <w:p w14:paraId="780B19FA" w14:textId="77777777" w:rsidR="009D4B78" w:rsidRPr="009D4B78" w:rsidRDefault="009D4B78" w:rsidP="009D4B78">
            <w:pPr>
              <w:pStyle w:val="SIUnittitle"/>
            </w:pPr>
            <w:r w:rsidRPr="001F3431">
              <w:t>Conduct a standard product tasting</w:t>
            </w:r>
          </w:p>
        </w:tc>
      </w:tr>
      <w:tr w:rsidR="009D4B78" w:rsidRPr="00963A46" w14:paraId="6B872426" w14:textId="77777777" w:rsidTr="00CA2922">
        <w:tc>
          <w:tcPr>
            <w:tcW w:w="1396" w:type="pct"/>
            <w:shd w:val="clear" w:color="auto" w:fill="auto"/>
          </w:tcPr>
          <w:p w14:paraId="1CB1A3FA" w14:textId="65D9222D" w:rsidR="009D4B78" w:rsidRPr="00923720" w:rsidRDefault="009D4B78" w:rsidP="009D4B78">
            <w:pPr>
              <w:pStyle w:val="SIHeading2"/>
            </w:pPr>
            <w:r w:rsidRPr="00FD557D">
              <w:t>Applicatio</w:t>
            </w:r>
            <w:bookmarkStart w:id="0" w:name="_GoBack"/>
            <w:bookmarkEnd w:id="0"/>
            <w:r w:rsidRPr="00FD557D">
              <w:t>n</w:t>
            </w:r>
          </w:p>
        </w:tc>
        <w:tc>
          <w:tcPr>
            <w:tcW w:w="3604" w:type="pct"/>
            <w:shd w:val="clear" w:color="auto" w:fill="auto"/>
          </w:tcPr>
          <w:p w14:paraId="65EC6DE2" w14:textId="393BE9AE" w:rsidR="009D4B78" w:rsidRDefault="009D4B78" w:rsidP="002A00C0">
            <w:pPr>
              <w:pStyle w:val="SIText"/>
            </w:pPr>
            <w:r>
              <w:t>This</w:t>
            </w:r>
            <w:r w:rsidRPr="009D4B78">
              <w:t xml:space="preserve"> unit of competency describes the skills and knowledge required to plan, prepare and conduct standard product samples and tastings for wine and/or spirits.</w:t>
            </w:r>
          </w:p>
          <w:p w14:paraId="4A809306" w14:textId="77777777" w:rsidR="002A00C0" w:rsidRPr="009D4B78" w:rsidRDefault="002A00C0" w:rsidP="002A00C0">
            <w:pPr>
              <w:pStyle w:val="SIText"/>
            </w:pPr>
          </w:p>
          <w:p w14:paraId="3A405C8E" w14:textId="114C8643" w:rsidR="009D4B78" w:rsidRDefault="009D4B78" w:rsidP="002A00C0">
            <w:pPr>
              <w:pStyle w:val="SIText"/>
            </w:pPr>
            <w:r w:rsidRPr="009D4B78">
              <w:t xml:space="preserve">The unit applies to individuals who work in cellar door </w:t>
            </w:r>
            <w:r w:rsidR="00FF5F98">
              <w:t xml:space="preserve">operations </w:t>
            </w:r>
            <w:r w:rsidRPr="009D4B78">
              <w:t>and conduct routine, ‘on request’ tastings from individual customers and small groups.</w:t>
            </w:r>
          </w:p>
          <w:p w14:paraId="74C11DB2" w14:textId="77777777" w:rsidR="002A00C0" w:rsidRPr="009D4B78" w:rsidRDefault="002A00C0" w:rsidP="002A00C0">
            <w:pPr>
              <w:pStyle w:val="SIText"/>
            </w:pPr>
          </w:p>
          <w:p w14:paraId="1CF1D161" w14:textId="4353D9E8" w:rsidR="00E06E8C" w:rsidRDefault="00E06E8C" w:rsidP="00E06E8C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When applied in the workplace, compliance with </w:t>
            </w:r>
            <w:r w:rsidR="00FE0083">
              <w:rPr>
                <w:rFonts w:eastAsiaTheme="minorHAnsi"/>
              </w:rPr>
              <w:t>state and territory</w:t>
            </w:r>
            <w:r>
              <w:rPr>
                <w:rFonts w:eastAsiaTheme="minorHAnsi"/>
                <w:lang w:val="en-US"/>
              </w:rPr>
              <w:t xml:space="preserve"> legislative requirements relating to the Responsible Service of Alcohol will be required.</w:t>
            </w:r>
            <w:r>
              <w:rPr>
                <w:rFonts w:eastAsiaTheme="minorHAnsi"/>
                <w:lang w:val="en-US"/>
              </w:rPr>
              <w:br/>
            </w:r>
            <w:r>
              <w:rPr>
                <w:rFonts w:eastAsiaTheme="minorHAnsi"/>
                <w:lang w:val="en-US"/>
              </w:rPr>
              <w:br/>
              <w:t xml:space="preserve">All work must be carried out to comply with workplace procedures, in accordance with </w:t>
            </w:r>
            <w:r w:rsidR="00FE0083">
              <w:rPr>
                <w:rFonts w:eastAsiaTheme="minorHAnsi"/>
              </w:rPr>
              <w:t>state/territory</w:t>
            </w:r>
            <w:r>
              <w:rPr>
                <w:rFonts w:eastAsiaTheme="minorHAnsi"/>
                <w:lang w:val="en-US"/>
              </w:rPr>
              <w:t xml:space="preserve"> work health and safety, and food safety regulations, legislation and standards that apply to the workplace.</w:t>
            </w:r>
          </w:p>
          <w:p w14:paraId="522B8B2D" w14:textId="77777777" w:rsidR="00E06E8C" w:rsidRPr="000754EC" w:rsidRDefault="00E06E8C" w:rsidP="002A00C0">
            <w:pPr>
              <w:pStyle w:val="SIText"/>
            </w:pPr>
          </w:p>
        </w:tc>
      </w:tr>
      <w:tr w:rsidR="009D4B78" w:rsidRPr="00963A46" w14:paraId="262B02F3" w14:textId="77777777" w:rsidTr="00CA2922">
        <w:tc>
          <w:tcPr>
            <w:tcW w:w="1396" w:type="pct"/>
            <w:shd w:val="clear" w:color="auto" w:fill="auto"/>
          </w:tcPr>
          <w:p w14:paraId="3A82A7BD" w14:textId="77777777" w:rsidR="009D4B78" w:rsidRPr="009D4B78" w:rsidRDefault="009D4B78" w:rsidP="009D4B78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7B3377" w14:textId="1930CDA3" w:rsidR="009D4B78" w:rsidRDefault="00E06E8C" w:rsidP="009D4B78">
            <w:pPr>
              <w:pStyle w:val="SIText"/>
            </w:pPr>
            <w:r>
              <w:t>Nil</w:t>
            </w:r>
          </w:p>
          <w:p w14:paraId="6E71FE05" w14:textId="77777777" w:rsidR="009D4B78" w:rsidRPr="009D4B78" w:rsidRDefault="009D4B78" w:rsidP="009D4B78">
            <w:pPr>
              <w:pStyle w:val="SIText"/>
            </w:pPr>
          </w:p>
        </w:tc>
      </w:tr>
      <w:tr w:rsidR="009D4B78" w:rsidRPr="00963A46" w14:paraId="32FA1C8C" w14:textId="77777777" w:rsidTr="00CA2922">
        <w:tc>
          <w:tcPr>
            <w:tcW w:w="1396" w:type="pct"/>
            <w:shd w:val="clear" w:color="auto" w:fill="auto"/>
          </w:tcPr>
          <w:p w14:paraId="5B1CF054" w14:textId="77777777" w:rsidR="009D4B78" w:rsidRPr="009D4B78" w:rsidRDefault="009D4B78" w:rsidP="009D4B7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03CAE5F" w14:textId="004DAF20" w:rsidR="009D4B78" w:rsidRPr="009D4B78" w:rsidRDefault="009D4B78" w:rsidP="009D4B78">
            <w:pPr>
              <w:pStyle w:val="SIText"/>
            </w:pPr>
            <w:r>
              <w:t>Cellar Door</w:t>
            </w:r>
            <w:r w:rsidR="00FF5F98">
              <w:t xml:space="preserve"> </w:t>
            </w:r>
            <w:r>
              <w:t>(CDS)</w:t>
            </w:r>
          </w:p>
        </w:tc>
      </w:tr>
    </w:tbl>
    <w:p w14:paraId="4025FC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B9B87C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C6319A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0DD0F2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8A96FE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8B424F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FA415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D4B78" w:rsidRPr="00963A46" w14:paraId="33CA1D3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3623AB" w14:textId="6CE8FA37" w:rsidR="009D4B78" w:rsidRPr="009D4B78" w:rsidRDefault="009D4B78" w:rsidP="009D4B78">
            <w:r>
              <w:t>1</w:t>
            </w:r>
            <w:r w:rsidR="00AB3145">
              <w:t>.</w:t>
            </w:r>
            <w:r>
              <w:t xml:space="preserve"> </w:t>
            </w:r>
            <w:r w:rsidRPr="009D4B78">
              <w:t>Store and handle products</w:t>
            </w:r>
          </w:p>
        </w:tc>
        <w:tc>
          <w:tcPr>
            <w:tcW w:w="3604" w:type="pct"/>
            <w:shd w:val="clear" w:color="auto" w:fill="auto"/>
          </w:tcPr>
          <w:p w14:paraId="3303268C" w14:textId="01B2A644" w:rsidR="009D4B78" w:rsidRPr="009D4B78" w:rsidRDefault="009D4B78" w:rsidP="002A00C0">
            <w:pPr>
              <w:pStyle w:val="SIText"/>
            </w:pPr>
            <w:r>
              <w:t xml:space="preserve">1.1 </w:t>
            </w:r>
            <w:r w:rsidRPr="009D4B78">
              <w:t xml:space="preserve">Cellar </w:t>
            </w:r>
            <w:r w:rsidR="00E63B63">
              <w:t xml:space="preserve">tasting </w:t>
            </w:r>
            <w:r w:rsidRPr="009D4B78">
              <w:t>products and rotate stock according to product style and workplace procedures</w:t>
            </w:r>
          </w:p>
          <w:p w14:paraId="7C067720" w14:textId="56BCA20D" w:rsidR="009D4B78" w:rsidRDefault="009D4B78" w:rsidP="002A00C0">
            <w:pPr>
              <w:pStyle w:val="SIText"/>
            </w:pPr>
            <w:r>
              <w:t xml:space="preserve">1.2 </w:t>
            </w:r>
            <w:r w:rsidRPr="009D4B78">
              <w:t>Manage sediments and characters associated with ageing</w:t>
            </w:r>
            <w:r w:rsidR="00002947">
              <w:t xml:space="preserve"> according to individual product requirements and workplace procedures</w:t>
            </w:r>
          </w:p>
          <w:p w14:paraId="1AEA9105" w14:textId="386077FC" w:rsidR="00D44311" w:rsidRPr="009D4B78" w:rsidRDefault="00D44311" w:rsidP="00FE0083">
            <w:pPr>
              <w:pStyle w:val="SIText"/>
            </w:pPr>
            <w:r>
              <w:t xml:space="preserve">1.3 Access information to ensure </w:t>
            </w:r>
            <w:r w:rsidR="00FE0083">
              <w:t>product usage dates are current</w:t>
            </w:r>
          </w:p>
        </w:tc>
      </w:tr>
      <w:tr w:rsidR="009D4B78" w:rsidRPr="00963A46" w14:paraId="24CC374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CFD438" w14:textId="40D40F0F" w:rsidR="009D4B78" w:rsidRPr="009D4B78" w:rsidRDefault="009D4B78" w:rsidP="009D4B78">
            <w:r>
              <w:t>2</w:t>
            </w:r>
            <w:r w:rsidR="00AB3145">
              <w:t>.</w:t>
            </w:r>
            <w:r>
              <w:t xml:space="preserve"> </w:t>
            </w:r>
            <w:r w:rsidRPr="009D4B78">
              <w:t>Set up product tasting area</w:t>
            </w:r>
          </w:p>
        </w:tc>
        <w:tc>
          <w:tcPr>
            <w:tcW w:w="3604" w:type="pct"/>
            <w:shd w:val="clear" w:color="auto" w:fill="auto"/>
          </w:tcPr>
          <w:p w14:paraId="1F0D513F" w14:textId="77777777" w:rsidR="009D4B78" w:rsidRPr="009D4B78" w:rsidRDefault="009D4B78" w:rsidP="002A00C0">
            <w:pPr>
              <w:pStyle w:val="SIText"/>
            </w:pPr>
            <w:r>
              <w:t xml:space="preserve">2.1 </w:t>
            </w:r>
            <w:r w:rsidRPr="009D4B78">
              <w:t>Prepare products for tasting using appropriate techniques for product style or characteristics</w:t>
            </w:r>
          </w:p>
          <w:p w14:paraId="5CF29CC0" w14:textId="77777777" w:rsidR="009D4B78" w:rsidRPr="009D4B78" w:rsidRDefault="009D4B78" w:rsidP="002A00C0">
            <w:pPr>
              <w:pStyle w:val="SIText"/>
            </w:pPr>
            <w:r>
              <w:t xml:space="preserve">2.2 </w:t>
            </w:r>
            <w:r w:rsidRPr="009D4B78">
              <w:t>Prepare tasting equipment suitable to product and tasting requirements and set up ready for use by customers</w:t>
            </w:r>
          </w:p>
          <w:p w14:paraId="69B24500" w14:textId="77777777" w:rsidR="009D4B78" w:rsidRDefault="009D4B78" w:rsidP="002A00C0">
            <w:pPr>
              <w:pStyle w:val="SIText"/>
            </w:pPr>
            <w:r>
              <w:t xml:space="preserve">2.3 </w:t>
            </w:r>
            <w:r w:rsidRPr="009D4B78">
              <w:t>Prepare adequate supplies of suitable support materials and place ready for use</w:t>
            </w:r>
          </w:p>
          <w:p w14:paraId="62745ACC" w14:textId="5087EF47" w:rsidR="00CC199D" w:rsidRPr="009D4B78" w:rsidRDefault="00CC199D" w:rsidP="00FE0083">
            <w:pPr>
              <w:pStyle w:val="SIText"/>
            </w:pPr>
            <w:r>
              <w:t xml:space="preserve">2.4 Confirm tasting preparation meets with </w:t>
            </w:r>
            <w:r w:rsidR="00FE0083">
              <w:t>workplace health and safety</w:t>
            </w:r>
            <w:r>
              <w:t xml:space="preserve"> procedures </w:t>
            </w:r>
          </w:p>
        </w:tc>
      </w:tr>
      <w:tr w:rsidR="009D4B78" w:rsidRPr="00963A46" w14:paraId="501D5A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71593D" w14:textId="22528EB0" w:rsidR="009D4B78" w:rsidRPr="009D4B78" w:rsidRDefault="009D4B78" w:rsidP="009D4B78">
            <w:r>
              <w:t>3</w:t>
            </w:r>
            <w:r w:rsidR="00AB3145">
              <w:t>.</w:t>
            </w:r>
            <w:r>
              <w:t xml:space="preserve"> </w:t>
            </w:r>
            <w:r w:rsidRPr="009D4B78">
              <w:t>Conduct product tastings</w:t>
            </w:r>
          </w:p>
        </w:tc>
        <w:tc>
          <w:tcPr>
            <w:tcW w:w="3604" w:type="pct"/>
            <w:shd w:val="clear" w:color="auto" w:fill="auto"/>
          </w:tcPr>
          <w:p w14:paraId="1C7946B7" w14:textId="62C238FB" w:rsidR="009D4B78" w:rsidRDefault="009D4B78" w:rsidP="002A00C0">
            <w:pPr>
              <w:pStyle w:val="SIText"/>
            </w:pPr>
            <w:r>
              <w:t xml:space="preserve">3.1 </w:t>
            </w:r>
            <w:r w:rsidRPr="009D4B78">
              <w:t>Establish customer preferences using effective communication techniques and support materials</w:t>
            </w:r>
          </w:p>
          <w:p w14:paraId="739A8DE1" w14:textId="77777777" w:rsidR="009D4B78" w:rsidRPr="009D4B78" w:rsidRDefault="009D4B78" w:rsidP="002A00C0">
            <w:pPr>
              <w:pStyle w:val="SIText"/>
            </w:pPr>
            <w:r>
              <w:t xml:space="preserve">3.2 </w:t>
            </w:r>
            <w:r w:rsidRPr="009D4B78">
              <w:t>Encourage customers to sample preferred product range in the most beneficial order to experience product characteristics effectively</w:t>
            </w:r>
          </w:p>
          <w:p w14:paraId="0B41E1CF" w14:textId="77777777" w:rsidR="009D4B78" w:rsidRPr="009D4B78" w:rsidRDefault="009D4B78" w:rsidP="002A00C0">
            <w:pPr>
              <w:pStyle w:val="SIText"/>
            </w:pPr>
            <w:r>
              <w:t xml:space="preserve">3.3 </w:t>
            </w:r>
            <w:r w:rsidRPr="009D4B78">
              <w:t>Give customers time and privacy to sample each product and make a decision</w:t>
            </w:r>
          </w:p>
          <w:p w14:paraId="7980796B" w14:textId="77777777" w:rsidR="009D4B78" w:rsidRPr="009D4B78" w:rsidRDefault="009D4B78" w:rsidP="002A00C0">
            <w:pPr>
              <w:pStyle w:val="SIText"/>
            </w:pPr>
            <w:r>
              <w:t xml:space="preserve">3.4 </w:t>
            </w:r>
            <w:r w:rsidRPr="009D4B78">
              <w:t>Encourage customers to ask questions and pass opinions on products</w:t>
            </w:r>
          </w:p>
          <w:p w14:paraId="79F99F3D" w14:textId="09F34ED6" w:rsidR="00E7363D" w:rsidRDefault="009D4B78" w:rsidP="002A00C0">
            <w:pPr>
              <w:pStyle w:val="SIText"/>
            </w:pPr>
            <w:r>
              <w:t xml:space="preserve">3.5 </w:t>
            </w:r>
            <w:r w:rsidRPr="009D4B78">
              <w:t>Answer customer queries accurately and comprehensively, or refer to another information resource</w:t>
            </w:r>
          </w:p>
          <w:p w14:paraId="4965593D" w14:textId="44AA88B1" w:rsidR="009D4B78" w:rsidRPr="009D4B78" w:rsidRDefault="00E7363D" w:rsidP="002A00C0">
            <w:pPr>
              <w:pStyle w:val="SIText"/>
            </w:pPr>
            <w:r>
              <w:t>3.6 Adjust tasting order and product range to suit customer requirements</w:t>
            </w:r>
          </w:p>
        </w:tc>
      </w:tr>
      <w:tr w:rsidR="009D4B78" w:rsidRPr="00963A46" w14:paraId="3052FBE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170C64" w14:textId="5438C06A" w:rsidR="009D4B78" w:rsidRPr="009D4B78" w:rsidRDefault="009D4B78" w:rsidP="009D4B78">
            <w:r>
              <w:lastRenderedPageBreak/>
              <w:t>4</w:t>
            </w:r>
            <w:r w:rsidR="00AB3145">
              <w:t>.</w:t>
            </w:r>
            <w:r>
              <w:t xml:space="preserve"> </w:t>
            </w:r>
            <w:r w:rsidRPr="009D4B78">
              <w:t>Serve tasting samples</w:t>
            </w:r>
          </w:p>
        </w:tc>
        <w:tc>
          <w:tcPr>
            <w:tcW w:w="3604" w:type="pct"/>
            <w:shd w:val="clear" w:color="auto" w:fill="auto"/>
          </w:tcPr>
          <w:p w14:paraId="3C43037D" w14:textId="77777777" w:rsidR="009D4B78" w:rsidRPr="009D4B78" w:rsidRDefault="009D4B78" w:rsidP="002A00C0">
            <w:pPr>
              <w:pStyle w:val="SIText"/>
            </w:pPr>
            <w:r>
              <w:t xml:space="preserve">4.1 </w:t>
            </w:r>
            <w:r w:rsidRPr="009D4B78">
              <w:t>Open product using techniques and procedures suitable to product characteristics</w:t>
            </w:r>
          </w:p>
          <w:p w14:paraId="71E99DDC" w14:textId="77777777" w:rsidR="009D4B78" w:rsidRPr="009D4B78" w:rsidRDefault="009D4B78" w:rsidP="002A00C0">
            <w:pPr>
              <w:pStyle w:val="SIText"/>
            </w:pPr>
            <w:r>
              <w:t xml:space="preserve">4.2 </w:t>
            </w:r>
            <w:r w:rsidRPr="009D4B78">
              <w:t>Identify product faults and rectify and report according to workplace procedures</w:t>
            </w:r>
          </w:p>
          <w:p w14:paraId="2A59FDC1" w14:textId="77777777" w:rsidR="009D4B78" w:rsidRPr="009D4B78" w:rsidRDefault="009D4B78" w:rsidP="002A00C0">
            <w:pPr>
              <w:pStyle w:val="SIText"/>
            </w:pPr>
            <w:r>
              <w:t xml:space="preserve">4.3 </w:t>
            </w:r>
            <w:r w:rsidRPr="009D4B78">
              <w:t>Pour product and present to the customer for tasting in compliance with legal regulations</w:t>
            </w:r>
          </w:p>
          <w:p w14:paraId="5968A044" w14:textId="77777777" w:rsidR="009D4B78" w:rsidRPr="009D4B78" w:rsidRDefault="009D4B78" w:rsidP="002A00C0">
            <w:pPr>
              <w:pStyle w:val="SIText"/>
            </w:pPr>
            <w:r>
              <w:t xml:space="preserve">4.4 </w:t>
            </w:r>
            <w:r w:rsidRPr="009D4B78">
              <w:t>Collect and dispose of waste according to workplace environmental guidelines</w:t>
            </w:r>
          </w:p>
          <w:p w14:paraId="1DD931AA" w14:textId="77777777" w:rsidR="009D4B78" w:rsidRPr="009D4B78" w:rsidRDefault="009D4B78" w:rsidP="002A00C0">
            <w:pPr>
              <w:pStyle w:val="SIText"/>
            </w:pPr>
            <w:r>
              <w:t>4.5 Maintain optimum condition of open product and store sealed product according to workplace procedures</w:t>
            </w:r>
          </w:p>
        </w:tc>
      </w:tr>
    </w:tbl>
    <w:p w14:paraId="628A6B93" w14:textId="5977AA2C" w:rsidR="005F771F" w:rsidRPr="000754EC" w:rsidRDefault="005F771F" w:rsidP="000754EC"/>
    <w:p w14:paraId="734DE34E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84CB73" w14:textId="77777777" w:rsidTr="00CA2922">
        <w:trPr>
          <w:tblHeader/>
        </w:trPr>
        <w:tc>
          <w:tcPr>
            <w:tcW w:w="5000" w:type="pct"/>
            <w:gridSpan w:val="2"/>
          </w:tcPr>
          <w:p w14:paraId="0E161FA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1C9D88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5769DB1" w14:textId="77777777" w:rsidTr="00CA2922">
        <w:trPr>
          <w:tblHeader/>
        </w:trPr>
        <w:tc>
          <w:tcPr>
            <w:tcW w:w="1396" w:type="pct"/>
          </w:tcPr>
          <w:p w14:paraId="7C7DBFC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F337E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70CDD" w:rsidRPr="00336FCA" w:rsidDel="00423CB2" w14:paraId="6CCD0B88" w14:textId="77777777" w:rsidTr="00CA2922">
        <w:tc>
          <w:tcPr>
            <w:tcW w:w="1396" w:type="pct"/>
          </w:tcPr>
          <w:p w14:paraId="628C96B2" w14:textId="2FF33294" w:rsidR="00070CDD" w:rsidRPr="009D4B78" w:rsidRDefault="00070CDD" w:rsidP="009D4B78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467E0D32" w14:textId="11E9F973" w:rsidR="00070CDD" w:rsidRPr="009D4B78" w:rsidRDefault="00070CDD" w:rsidP="009D4B78">
            <w:pPr>
              <w:pStyle w:val="SIBulletList1"/>
            </w:pPr>
            <w:r>
              <w:rPr>
                <w:rFonts w:eastAsiaTheme="minorHAnsi"/>
                <w:lang w:val="en-GB"/>
              </w:rPr>
              <w:t xml:space="preserve">Comprehend information from a variety of workplace documents </w:t>
            </w:r>
          </w:p>
        </w:tc>
      </w:tr>
      <w:tr w:rsidR="00070CDD" w:rsidRPr="00336FCA" w:rsidDel="00423CB2" w14:paraId="196FD503" w14:textId="77777777" w:rsidTr="00CD7A28">
        <w:trPr>
          <w:trHeight w:val="212"/>
        </w:trPr>
        <w:tc>
          <w:tcPr>
            <w:tcW w:w="1396" w:type="pct"/>
          </w:tcPr>
          <w:p w14:paraId="389F9778" w14:textId="206D641F" w:rsidR="00070CDD" w:rsidRPr="009D4B78" w:rsidRDefault="00070CDD" w:rsidP="009D4B78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51544F63" w14:textId="4C654211" w:rsidR="00002947" w:rsidRPr="00002947" w:rsidRDefault="00002947" w:rsidP="00002947">
            <w:pPr>
              <w:pStyle w:val="SIBulletList1"/>
            </w:pPr>
            <w:r>
              <w:t>Convey</w:t>
            </w:r>
            <w:r w:rsidRPr="00002947">
              <w:t xml:space="preserve"> technical and specialised information </w:t>
            </w:r>
            <w:r>
              <w:t xml:space="preserve">using language </w:t>
            </w:r>
            <w:r w:rsidRPr="00002947">
              <w:t xml:space="preserve">appropriate to </w:t>
            </w:r>
            <w:r>
              <w:t>customer</w:t>
            </w:r>
          </w:p>
          <w:p w14:paraId="2A766641" w14:textId="1F064243" w:rsidR="00002947" w:rsidRPr="00002947" w:rsidRDefault="00002947" w:rsidP="00002947">
            <w:pPr>
              <w:pStyle w:val="SIBulletList1"/>
            </w:pPr>
            <w:r>
              <w:t xml:space="preserve">Use questioning skills to gather information about customer preferences </w:t>
            </w:r>
          </w:p>
          <w:p w14:paraId="78E58D6F" w14:textId="3267D43B" w:rsidR="00070CDD" w:rsidRPr="009D4B78" w:rsidRDefault="00002947" w:rsidP="009D4B78">
            <w:pPr>
              <w:pStyle w:val="SIBulletList1"/>
            </w:pPr>
            <w:r>
              <w:t xml:space="preserve">Use </w:t>
            </w:r>
            <w:r w:rsidRPr="00002947">
              <w:t xml:space="preserve">active listening skills to respond to questions or feedback from </w:t>
            </w:r>
            <w:r>
              <w:t>customers</w:t>
            </w:r>
          </w:p>
        </w:tc>
      </w:tr>
      <w:tr w:rsidR="00070CDD" w:rsidRPr="00336FCA" w:rsidDel="00423CB2" w14:paraId="5E33BBBF" w14:textId="77777777" w:rsidTr="00CD7A28">
        <w:trPr>
          <w:trHeight w:val="212"/>
        </w:trPr>
        <w:tc>
          <w:tcPr>
            <w:tcW w:w="1396" w:type="pct"/>
          </w:tcPr>
          <w:p w14:paraId="724B86F7" w14:textId="5BC5CEDA" w:rsidR="00070CDD" w:rsidRPr="009D4B78" w:rsidRDefault="00070CDD" w:rsidP="009D4B78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56859862" w14:textId="4E9D788E" w:rsidR="00070CDD" w:rsidRPr="009D4B78" w:rsidRDefault="00070CDD" w:rsidP="009D4B78">
            <w:pPr>
              <w:pStyle w:val="SIBulletList1"/>
            </w:pPr>
            <w:r>
              <w:rPr>
                <w:rFonts w:eastAsiaTheme="minorHAnsi"/>
                <w:lang w:val="en-GB"/>
              </w:rPr>
              <w:t>Calculate numerical information relating to</w:t>
            </w:r>
            <w:r>
              <w:rPr>
                <w:rFonts w:eastAsia="Calibri"/>
              </w:rPr>
              <w:t xml:space="preserve"> measurements, quantities, volumes and monetary value</w:t>
            </w:r>
          </w:p>
        </w:tc>
      </w:tr>
      <w:tr w:rsidR="00070CDD" w:rsidRPr="00336FCA" w:rsidDel="00423CB2" w14:paraId="5DCB7B66" w14:textId="77777777" w:rsidTr="00CD7A28">
        <w:trPr>
          <w:trHeight w:val="212"/>
        </w:trPr>
        <w:tc>
          <w:tcPr>
            <w:tcW w:w="1396" w:type="pct"/>
          </w:tcPr>
          <w:p w14:paraId="01B6678E" w14:textId="0A26C6FE" w:rsidR="00070CDD" w:rsidRPr="009D4B78" w:rsidRDefault="00070CDD" w:rsidP="009D4B78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4DAF6BE8" w14:textId="5D4AD9E5" w:rsidR="00070CDD" w:rsidRPr="009D4B78" w:rsidRDefault="00002947" w:rsidP="009D4B78">
            <w:pPr>
              <w:pStyle w:val="SIBulletList1"/>
            </w:pPr>
            <w:r>
              <w:t>Understand and apply legislative responsibilities and workplace procedures relevant to own role</w:t>
            </w:r>
          </w:p>
        </w:tc>
      </w:tr>
      <w:tr w:rsidR="00070CDD" w:rsidRPr="00336FCA" w:rsidDel="00423CB2" w14:paraId="7E65D222" w14:textId="77777777" w:rsidTr="00CD7A28">
        <w:trPr>
          <w:trHeight w:val="212"/>
        </w:trPr>
        <w:tc>
          <w:tcPr>
            <w:tcW w:w="1396" w:type="pct"/>
          </w:tcPr>
          <w:p w14:paraId="6249D9E9" w14:textId="0F97B76F" w:rsidR="00070CDD" w:rsidRPr="009D4B78" w:rsidRDefault="00070CDD" w:rsidP="009D4B78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0A3DC2C6" w14:textId="24B1C6ED" w:rsidR="00070CDD" w:rsidRPr="009D4B78" w:rsidRDefault="00002947" w:rsidP="003E5968">
            <w:pPr>
              <w:pStyle w:val="SIBulletList1"/>
            </w:pPr>
            <w:r>
              <w:t>Use accepted practices and protocols for communicating with people external to the organisation</w:t>
            </w:r>
          </w:p>
        </w:tc>
      </w:tr>
    </w:tbl>
    <w:p w14:paraId="3937E836" w14:textId="77777777" w:rsidR="00916CD7" w:rsidRDefault="00916CD7" w:rsidP="00DD0726">
      <w:pPr>
        <w:pStyle w:val="SIText"/>
      </w:pPr>
    </w:p>
    <w:p w14:paraId="30D436D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8B9090" w14:textId="77777777" w:rsidTr="00F33FF2">
        <w:tc>
          <w:tcPr>
            <w:tcW w:w="5000" w:type="pct"/>
            <w:gridSpan w:val="4"/>
          </w:tcPr>
          <w:p w14:paraId="584873B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F0214C9" w14:textId="77777777" w:rsidTr="00F33FF2">
        <w:tc>
          <w:tcPr>
            <w:tcW w:w="1028" w:type="pct"/>
          </w:tcPr>
          <w:p w14:paraId="7B35CBC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9D7D860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894CC8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F77B90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D4B78" w14:paraId="5953D5D5" w14:textId="77777777" w:rsidTr="00F33FF2">
        <w:tc>
          <w:tcPr>
            <w:tcW w:w="1028" w:type="pct"/>
          </w:tcPr>
          <w:p w14:paraId="0DE45BA8" w14:textId="07473A7B" w:rsidR="009D4B78" w:rsidRPr="009D4B78" w:rsidRDefault="008D309F" w:rsidP="002A00C0">
            <w:pPr>
              <w:pStyle w:val="SIText"/>
            </w:pPr>
            <w:r>
              <w:t>FBPCDS</w:t>
            </w:r>
            <w:r w:rsidR="009D4B78" w:rsidRPr="009D4B78">
              <w:t>2006 Conduct a standard product tasting</w:t>
            </w:r>
          </w:p>
        </w:tc>
        <w:tc>
          <w:tcPr>
            <w:tcW w:w="1105" w:type="pct"/>
          </w:tcPr>
          <w:p w14:paraId="0C9D0098" w14:textId="77777777" w:rsidR="009D4B78" w:rsidRPr="009D4B78" w:rsidRDefault="009D4B78" w:rsidP="002A00C0">
            <w:pPr>
              <w:pStyle w:val="SIText"/>
            </w:pPr>
            <w:r w:rsidRPr="009D4B78">
              <w:t>FDFCD2006A Conduct a standard product tasting</w:t>
            </w:r>
          </w:p>
        </w:tc>
        <w:tc>
          <w:tcPr>
            <w:tcW w:w="1251" w:type="pct"/>
          </w:tcPr>
          <w:p w14:paraId="7E2C8269" w14:textId="10D72F4A" w:rsidR="009D4B78" w:rsidRDefault="009D4B78" w:rsidP="002A00C0">
            <w:pPr>
              <w:pStyle w:val="SIText"/>
            </w:pPr>
            <w:r w:rsidRPr="007B6424">
              <w:t xml:space="preserve">Updated to meet Standards for </w:t>
            </w:r>
            <w:r w:rsidRPr="009D4B78">
              <w:t>Training Packages</w:t>
            </w:r>
          </w:p>
          <w:p w14:paraId="1F3512AF" w14:textId="77777777" w:rsidR="009D4B78" w:rsidRDefault="009D4B78" w:rsidP="002A00C0">
            <w:pPr>
              <w:pStyle w:val="SIText"/>
            </w:pPr>
            <w:r w:rsidRPr="00735DB3">
              <w:t xml:space="preserve">Minor changes to </w:t>
            </w:r>
            <w:r w:rsidRPr="009D4B78">
              <w:t>elements and performance criteria for clarity</w:t>
            </w:r>
          </w:p>
          <w:p w14:paraId="0C93E305" w14:textId="2E80166B" w:rsidR="00BA7A8D" w:rsidRPr="009D4B78" w:rsidRDefault="00070CDD" w:rsidP="002A00C0">
            <w:pPr>
              <w:pStyle w:val="SIText"/>
            </w:pPr>
            <w:r w:rsidRPr="00070CDD">
              <w:t>Removal of prerequisite</w:t>
            </w:r>
            <w:r>
              <w:t>s</w:t>
            </w:r>
            <w:r w:rsidRPr="00070CDD">
              <w:t xml:space="preserve"> as no longer required by industry</w:t>
            </w:r>
          </w:p>
        </w:tc>
        <w:tc>
          <w:tcPr>
            <w:tcW w:w="1616" w:type="pct"/>
          </w:tcPr>
          <w:p w14:paraId="2078E772" w14:textId="77777777" w:rsidR="009D4B78" w:rsidRPr="009D4B78" w:rsidRDefault="009D4B78" w:rsidP="002A00C0">
            <w:pPr>
              <w:pStyle w:val="SIText"/>
            </w:pPr>
            <w:r>
              <w:t>E</w:t>
            </w:r>
            <w:r w:rsidRPr="009D4B78">
              <w:t>quivalent unit</w:t>
            </w:r>
          </w:p>
        </w:tc>
      </w:tr>
    </w:tbl>
    <w:p w14:paraId="003F28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7"/>
        <w:gridCol w:w="7691"/>
      </w:tblGrid>
      <w:tr w:rsidR="00AB3145" w:rsidRPr="00A55106" w14:paraId="4428105C" w14:textId="77777777" w:rsidTr="00AB3145">
        <w:tc>
          <w:tcPr>
            <w:tcW w:w="1006" w:type="pct"/>
            <w:shd w:val="clear" w:color="auto" w:fill="auto"/>
          </w:tcPr>
          <w:p w14:paraId="12117F5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94" w:type="pct"/>
            <w:shd w:val="clear" w:color="auto" w:fill="auto"/>
          </w:tcPr>
          <w:p w14:paraId="444FCAE8" w14:textId="723AA9CB" w:rsidR="00F1480E" w:rsidRPr="000754EC" w:rsidRDefault="00520E9A" w:rsidP="00CD7A28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AB3145" w:rsidRPr="00D611D3">
                <w:t>https://vetnet.education.gov.au/Pages/TrainingDocs.aspx?q=78b15323-cd38-483e-aad7-1159b570a5c4</w:t>
              </w:r>
            </w:hyperlink>
            <w:r w:rsidR="00AB3145">
              <w:br/>
            </w:r>
          </w:p>
        </w:tc>
      </w:tr>
    </w:tbl>
    <w:p w14:paraId="500882EC" w14:textId="77777777" w:rsidR="00F1480E" w:rsidRDefault="00F1480E" w:rsidP="005F771F">
      <w:pPr>
        <w:pStyle w:val="SIText"/>
      </w:pPr>
    </w:p>
    <w:p w14:paraId="719367F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9D4B78" w:rsidRPr="00E91BFF" w14:paraId="18CFF14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F08F6A1" w14:textId="743BE95B" w:rsidR="009D4B78" w:rsidRPr="009D4B78" w:rsidRDefault="00AB3145" w:rsidP="009D4B78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55EA4E70" w14:textId="02E8C78A" w:rsidR="009D4B78" w:rsidRPr="009D4B78" w:rsidRDefault="00AB3145" w:rsidP="00AB3145">
            <w:pPr>
              <w:pStyle w:val="SIUnittitle"/>
            </w:pPr>
            <w:r>
              <w:rPr>
                <w:rFonts w:eastAsiaTheme="minorHAnsi"/>
                <w:lang w:val="en-US" w:eastAsia="en-US"/>
              </w:rPr>
              <w:t xml:space="preserve">Assessment requirements for </w:t>
            </w:r>
            <w:r w:rsidR="008D309F">
              <w:t>FBPCDS</w:t>
            </w:r>
            <w:r w:rsidRPr="009D4B78">
              <w:t>2006 Conduct a standard product tasting</w:t>
            </w:r>
          </w:p>
        </w:tc>
      </w:tr>
      <w:tr w:rsidR="009D4B78" w:rsidRPr="00A55106" w14:paraId="22A53A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C675142" w14:textId="77777777" w:rsidR="009D4B78" w:rsidRPr="009D4B78" w:rsidRDefault="009D4B78" w:rsidP="009D4B78">
            <w:pPr>
              <w:pStyle w:val="SIHeading2"/>
            </w:pPr>
            <w:r>
              <w:t>Performance E</w:t>
            </w:r>
            <w:r w:rsidRPr="009D4B78">
              <w:t>vidence</w:t>
            </w:r>
          </w:p>
        </w:tc>
      </w:tr>
      <w:tr w:rsidR="009D4B78" w:rsidRPr="00067E1C" w14:paraId="47D05675" w14:textId="77777777" w:rsidTr="00113678">
        <w:tc>
          <w:tcPr>
            <w:tcW w:w="5000" w:type="pct"/>
            <w:gridSpan w:val="2"/>
            <w:shd w:val="clear" w:color="auto" w:fill="auto"/>
          </w:tcPr>
          <w:p w14:paraId="37C12A92" w14:textId="373BA33E" w:rsidR="009D4B78" w:rsidRPr="009D4B78" w:rsidRDefault="009D4B78" w:rsidP="009D4B78">
            <w:pPr>
              <w:pStyle w:val="SIText"/>
            </w:pPr>
            <w:r w:rsidRPr="000754EC">
              <w:t>An individual demonstrating competency</w:t>
            </w:r>
            <w:r w:rsidRPr="009D4B78">
              <w:t xml:space="preserve"> must satisfy all of the elements and performance criteria in this unit.</w:t>
            </w:r>
            <w:r w:rsidR="000D020A">
              <w:br/>
            </w:r>
          </w:p>
          <w:p w14:paraId="546AD40F" w14:textId="1EF82D3A" w:rsidR="009D4B78" w:rsidRPr="009D4B78" w:rsidRDefault="009D4B78" w:rsidP="009D4B78">
            <w:pPr>
              <w:pStyle w:val="SIText"/>
            </w:pPr>
            <w:r>
              <w:t xml:space="preserve">There must be evidence that the individual has </w:t>
            </w:r>
            <w:r w:rsidR="00A0687C">
              <w:t>demonstrated</w:t>
            </w:r>
            <w:r>
              <w:t xml:space="preserve"> </w:t>
            </w:r>
            <w:r w:rsidR="00A0687C">
              <w:t>the following</w:t>
            </w:r>
            <w:r>
              <w:t xml:space="preserve"> for an individual customer at least </w:t>
            </w:r>
            <w:r w:rsidRPr="009D4B78">
              <w:t xml:space="preserve">once, and </w:t>
            </w:r>
            <w:r w:rsidR="00A0687C">
              <w:t>for a group</w:t>
            </w:r>
            <w:r w:rsidRPr="009D4B78">
              <w:t xml:space="preserve"> at least once</w:t>
            </w:r>
            <w:r w:rsidR="00343C8C">
              <w:t>:</w:t>
            </w:r>
          </w:p>
          <w:p w14:paraId="21562E73" w14:textId="77777777" w:rsidR="009D4B78" w:rsidRPr="009D4B78" w:rsidRDefault="009D4B78" w:rsidP="009D4B78">
            <w:pPr>
              <w:pStyle w:val="SIBulletList1"/>
            </w:pPr>
            <w:r>
              <w:t>accessing workplace information to identify standard product tasting and preparation requirements</w:t>
            </w:r>
          </w:p>
          <w:p w14:paraId="0240B3F1" w14:textId="4EB8A451" w:rsidR="009D4B78" w:rsidRPr="009D4B78" w:rsidRDefault="009D4B78" w:rsidP="009D4B78">
            <w:pPr>
              <w:pStyle w:val="SIBulletList1"/>
            </w:pPr>
            <w:r w:rsidRPr="00980B16">
              <w:t>cellaring and rotat</w:t>
            </w:r>
            <w:r w:rsidRPr="009D4B78">
              <w:t xml:space="preserve">ing </w:t>
            </w:r>
            <w:r w:rsidR="00E63B63">
              <w:t xml:space="preserve">tasting </w:t>
            </w:r>
            <w:r w:rsidRPr="009D4B78">
              <w:t>stock to maintain product quality and suitability for tastings</w:t>
            </w:r>
          </w:p>
          <w:p w14:paraId="0743E6F1" w14:textId="77777777" w:rsidR="009D4B78" w:rsidRPr="009D4B78" w:rsidRDefault="009D4B78" w:rsidP="009D4B78">
            <w:pPr>
              <w:pStyle w:val="SIBulletList1"/>
            </w:pPr>
            <w:r w:rsidRPr="00980B16">
              <w:t>prepar</w:t>
            </w:r>
            <w:r w:rsidRPr="009D4B78">
              <w:t>ing tasting area, equipment and supplies in a manner suitable for the range of products being tasted and the number of customers in the tasting</w:t>
            </w:r>
          </w:p>
          <w:p w14:paraId="52FF5C7B" w14:textId="31EBC4D1" w:rsidR="009D4B78" w:rsidRPr="009D4B78" w:rsidRDefault="009D4B78" w:rsidP="009D4B78">
            <w:pPr>
              <w:pStyle w:val="SIBulletList1"/>
            </w:pPr>
            <w:r w:rsidRPr="00980B16">
              <w:t>ensur</w:t>
            </w:r>
            <w:r w:rsidRPr="009D4B78">
              <w:t>ing products are correctly opened, checked and served to customers</w:t>
            </w:r>
          </w:p>
          <w:p w14:paraId="298BBC9B" w14:textId="062BB302" w:rsidR="009D4B78" w:rsidRPr="009D4B78" w:rsidRDefault="009D4B78" w:rsidP="009D4B78">
            <w:pPr>
              <w:pStyle w:val="SIBulletList1"/>
            </w:pPr>
            <w:r w:rsidRPr="00980B16">
              <w:t>communicat</w:t>
            </w:r>
            <w:r w:rsidRPr="009D4B78">
              <w:t xml:space="preserve">ing effectively </w:t>
            </w:r>
            <w:r w:rsidR="003E5968">
              <w:t>with</w:t>
            </w:r>
            <w:r w:rsidRPr="009D4B78">
              <w:t xml:space="preserve"> customers, including finding preferences, answering questions, and adjusting tasting order or range to facilitate customer enjoyment.</w:t>
            </w:r>
          </w:p>
          <w:p w14:paraId="5EB10316" w14:textId="77777777" w:rsidR="009D4B78" w:rsidRPr="000754EC" w:rsidRDefault="009D4B78" w:rsidP="009D4B78"/>
        </w:tc>
      </w:tr>
    </w:tbl>
    <w:p w14:paraId="1E919CD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446F91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3A07B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110250C" w14:textId="77777777" w:rsidTr="00CA2922">
        <w:tc>
          <w:tcPr>
            <w:tcW w:w="5000" w:type="pct"/>
            <w:shd w:val="clear" w:color="auto" w:fill="auto"/>
          </w:tcPr>
          <w:p w14:paraId="2AC40E26" w14:textId="45E5362F" w:rsidR="002A00C0" w:rsidRPr="009D4B78" w:rsidRDefault="009D4B78" w:rsidP="002A00C0">
            <w:pPr>
              <w:pStyle w:val="SIText"/>
            </w:pPr>
            <w:r w:rsidRPr="009D4B78">
              <w:t>An individual must be able to demonstrate the knowledge required to perform the tasks outlined in the elements and performance criteria of this unit. This includes knowledge of:</w:t>
            </w:r>
          </w:p>
          <w:p w14:paraId="3D825379" w14:textId="1B96201A" w:rsidR="009D4B78" w:rsidRPr="009D4B78" w:rsidRDefault="009D4B78" w:rsidP="009D4B78">
            <w:pPr>
              <w:pStyle w:val="SIBulletList1"/>
            </w:pPr>
            <w:r>
              <w:t>purpose and principles of standard product tasting</w:t>
            </w:r>
          </w:p>
          <w:p w14:paraId="03419836" w14:textId="77777777" w:rsidR="009D4B78" w:rsidRPr="009D4B78" w:rsidRDefault="009D4B78" w:rsidP="009D4B78">
            <w:pPr>
              <w:pStyle w:val="SIBulletList1"/>
            </w:pPr>
            <w:r>
              <w:t>available information resources:</w:t>
            </w:r>
          </w:p>
          <w:p w14:paraId="0678FFCD" w14:textId="77777777" w:rsidR="009D4B78" w:rsidRPr="009D4B78" w:rsidRDefault="009D4B78" w:rsidP="009D4B78">
            <w:pPr>
              <w:pStyle w:val="SIBulletList2"/>
            </w:pPr>
            <w:r>
              <w:t>product and price lists</w:t>
            </w:r>
          </w:p>
          <w:p w14:paraId="6AFA0715" w14:textId="77777777" w:rsidR="009D4B78" w:rsidRPr="009D4B78" w:rsidRDefault="009D4B78" w:rsidP="009D4B78">
            <w:pPr>
              <w:pStyle w:val="SIBulletList2"/>
            </w:pPr>
            <w:r>
              <w:t>background documentation</w:t>
            </w:r>
          </w:p>
          <w:p w14:paraId="14EE9686" w14:textId="77777777" w:rsidR="009D4B78" w:rsidRPr="009D4B78" w:rsidRDefault="009D4B78" w:rsidP="009D4B78">
            <w:pPr>
              <w:pStyle w:val="SIBulletList2"/>
            </w:pPr>
            <w:r>
              <w:t>other personnel with special expertise</w:t>
            </w:r>
          </w:p>
          <w:p w14:paraId="20115E96" w14:textId="77777777" w:rsidR="009D4B78" w:rsidRPr="009D4B78" w:rsidRDefault="009D4B78" w:rsidP="009D4B78">
            <w:pPr>
              <w:pStyle w:val="SIBulletList1"/>
            </w:pPr>
            <w:r>
              <w:t xml:space="preserve">overview of </w:t>
            </w:r>
            <w:r w:rsidRPr="009D4B78">
              <w:t>product range and quality characteristics</w:t>
            </w:r>
          </w:p>
          <w:p w14:paraId="5566540B" w14:textId="77777777" w:rsidR="009D4B78" w:rsidRPr="009D4B78" w:rsidRDefault="009D4B78" w:rsidP="009D4B78">
            <w:pPr>
              <w:pStyle w:val="SIBulletList1"/>
            </w:pPr>
            <w:r>
              <w:t xml:space="preserve">common product </w:t>
            </w:r>
            <w:r w:rsidRPr="009D4B78">
              <w:t>faults, features, causes and corrective action necessary</w:t>
            </w:r>
          </w:p>
          <w:p w14:paraId="51B302A3" w14:textId="77777777" w:rsidR="009D4B78" w:rsidRPr="009D4B78" w:rsidRDefault="009D4B78" w:rsidP="009D4B78">
            <w:pPr>
              <w:pStyle w:val="SIBulletList1"/>
            </w:pPr>
            <w:r>
              <w:t>product sensory evaluation techniques (standard)</w:t>
            </w:r>
          </w:p>
          <w:p w14:paraId="5B78FC7B" w14:textId="77777777" w:rsidR="009D4B78" w:rsidRPr="009D4B78" w:rsidRDefault="009D4B78" w:rsidP="009D4B78">
            <w:pPr>
              <w:pStyle w:val="SIBulletList1"/>
            </w:pPr>
            <w:r>
              <w:t>optimum cellaring conditions for a range of products, such as wines of varying maturity, fortified and liqueur wines, and spirits</w:t>
            </w:r>
          </w:p>
          <w:p w14:paraId="4B7AEFA5" w14:textId="77777777" w:rsidR="009D4B78" w:rsidRPr="009D4B78" w:rsidRDefault="009D4B78" w:rsidP="009D4B78">
            <w:pPr>
              <w:pStyle w:val="SIBulletList1"/>
            </w:pPr>
            <w:r>
              <w:t>preparation requirements and procedures for glasses, spittoons, chilling equipment and support materials</w:t>
            </w:r>
          </w:p>
          <w:p w14:paraId="46487B89" w14:textId="77777777" w:rsidR="009D4B78" w:rsidRPr="009D4B78" w:rsidRDefault="009D4B78" w:rsidP="009D4B78">
            <w:pPr>
              <w:pStyle w:val="SIBulletList1"/>
            </w:pPr>
            <w:r>
              <w:t>operating procedures for equipment and services used in product tasting</w:t>
            </w:r>
          </w:p>
          <w:p w14:paraId="65B81481" w14:textId="77777777" w:rsidR="009D4B78" w:rsidRPr="009D4B78" w:rsidRDefault="009D4B78" w:rsidP="009D4B78">
            <w:pPr>
              <w:pStyle w:val="SIBulletList1"/>
            </w:pPr>
            <w:r>
              <w:t>product handling procedures and techniques</w:t>
            </w:r>
            <w:r w:rsidRPr="009D4B78">
              <w:t>:</w:t>
            </w:r>
          </w:p>
          <w:p w14:paraId="61F77B9E" w14:textId="77777777" w:rsidR="009D4B78" w:rsidRPr="009D4B78" w:rsidRDefault="009D4B78" w:rsidP="009D4B78">
            <w:pPr>
              <w:pStyle w:val="SIBulletList2"/>
            </w:pPr>
            <w:r>
              <w:t>opening</w:t>
            </w:r>
          </w:p>
          <w:p w14:paraId="6E4E45AC" w14:textId="77777777" w:rsidR="009D4B78" w:rsidRPr="009D4B78" w:rsidRDefault="009D4B78" w:rsidP="009D4B78">
            <w:pPr>
              <w:pStyle w:val="SIBulletList2"/>
            </w:pPr>
            <w:r>
              <w:t>decanting</w:t>
            </w:r>
          </w:p>
          <w:p w14:paraId="4BD3B931" w14:textId="055C8EAE" w:rsidR="009D4B78" w:rsidRPr="009D4B78" w:rsidRDefault="009D4B78" w:rsidP="009D4B78">
            <w:pPr>
              <w:pStyle w:val="SIBulletList2"/>
            </w:pPr>
            <w:r>
              <w:t>pouring</w:t>
            </w:r>
          </w:p>
          <w:p w14:paraId="1474613F" w14:textId="77777777" w:rsidR="009D4B78" w:rsidRPr="009D4B78" w:rsidRDefault="009D4B78" w:rsidP="009D4B78">
            <w:pPr>
              <w:pStyle w:val="SIBulletList2"/>
            </w:pPr>
            <w:r>
              <w:t>displaying the label</w:t>
            </w:r>
          </w:p>
          <w:p w14:paraId="4FC37C90" w14:textId="77777777" w:rsidR="009D4B78" w:rsidRPr="009D4B78" w:rsidRDefault="009D4B78" w:rsidP="009D4B78">
            <w:pPr>
              <w:pStyle w:val="SIBulletList1"/>
            </w:pPr>
            <w:r>
              <w:t>procedures to maintain product quality between tastings</w:t>
            </w:r>
          </w:p>
          <w:p w14:paraId="198E6F84" w14:textId="77777777" w:rsidR="009D4B78" w:rsidRPr="009D4B78" w:rsidRDefault="009D4B78" w:rsidP="009D4B78">
            <w:pPr>
              <w:pStyle w:val="SIBulletList1"/>
            </w:pPr>
            <w:r>
              <w:t>product knowledge:</w:t>
            </w:r>
          </w:p>
          <w:p w14:paraId="0858CE35" w14:textId="77777777" w:rsidR="009D4B78" w:rsidRPr="009D4B78" w:rsidRDefault="009D4B78" w:rsidP="009D4B78">
            <w:pPr>
              <w:pStyle w:val="SIBulletList2"/>
            </w:pPr>
            <w:r>
              <w:t>product style and taste characteristics</w:t>
            </w:r>
          </w:p>
          <w:p w14:paraId="51EB8405" w14:textId="77777777" w:rsidR="009D4B78" w:rsidRPr="009D4B78" w:rsidRDefault="009D4B78" w:rsidP="009D4B78">
            <w:pPr>
              <w:pStyle w:val="SIBulletList2"/>
            </w:pPr>
            <w:r>
              <w:t>optimum serving requirements</w:t>
            </w:r>
          </w:p>
          <w:p w14:paraId="53349991" w14:textId="77777777" w:rsidR="009D4B78" w:rsidRPr="009D4B78" w:rsidRDefault="009D4B78" w:rsidP="009D4B78">
            <w:pPr>
              <w:pStyle w:val="SIBulletList2"/>
            </w:pPr>
            <w:r>
              <w:t>preparation requirements</w:t>
            </w:r>
          </w:p>
          <w:p w14:paraId="23F44324" w14:textId="77777777" w:rsidR="009D4B78" w:rsidRPr="009D4B78" w:rsidRDefault="009D4B78" w:rsidP="009D4B78">
            <w:pPr>
              <w:pStyle w:val="SIBulletList2"/>
            </w:pPr>
            <w:r>
              <w:t>stock availability</w:t>
            </w:r>
          </w:p>
          <w:p w14:paraId="6CC09265" w14:textId="77777777" w:rsidR="009D4B78" w:rsidRPr="009D4B78" w:rsidRDefault="009D4B78" w:rsidP="009D4B78">
            <w:pPr>
              <w:pStyle w:val="SIBulletList2"/>
            </w:pPr>
            <w:r>
              <w:t>label interpretation</w:t>
            </w:r>
          </w:p>
          <w:p w14:paraId="32BD101F" w14:textId="77777777" w:rsidR="009D4B78" w:rsidRPr="009D4B78" w:rsidRDefault="009D4B78" w:rsidP="009D4B78">
            <w:pPr>
              <w:pStyle w:val="SIBulletList1"/>
            </w:pPr>
            <w:r>
              <w:t>workplace policies and procedures</w:t>
            </w:r>
            <w:r w:rsidRPr="009D4B78">
              <w:t xml:space="preserve"> and responsibilities related to product tastings:</w:t>
            </w:r>
          </w:p>
          <w:p w14:paraId="1A20509A" w14:textId="77777777" w:rsidR="009D4B78" w:rsidRPr="009D4B78" w:rsidRDefault="009D4B78" w:rsidP="009D4B78">
            <w:pPr>
              <w:pStyle w:val="SIBulletList2"/>
            </w:pPr>
            <w:r>
              <w:t>customer service</w:t>
            </w:r>
          </w:p>
          <w:p w14:paraId="64C0E787" w14:textId="77777777" w:rsidR="009D4B78" w:rsidRPr="009D4B78" w:rsidRDefault="009D4B78" w:rsidP="009D4B78">
            <w:pPr>
              <w:pStyle w:val="SIBulletList2"/>
            </w:pPr>
            <w:r>
              <w:t>customer complaints</w:t>
            </w:r>
          </w:p>
          <w:p w14:paraId="577F201A" w14:textId="77777777" w:rsidR="009D4B78" w:rsidRPr="009D4B78" w:rsidRDefault="009D4B78" w:rsidP="009D4B78">
            <w:pPr>
              <w:pStyle w:val="SIBulletList2"/>
            </w:pPr>
            <w:r>
              <w:t>responsible service of alcohol</w:t>
            </w:r>
          </w:p>
          <w:p w14:paraId="42FF5B2A" w14:textId="77777777" w:rsidR="009D4B78" w:rsidRPr="009D4B78" w:rsidRDefault="009D4B78" w:rsidP="009D4B78">
            <w:pPr>
              <w:pStyle w:val="SIBulletList2"/>
            </w:pPr>
            <w:r>
              <w:t>safe food handling</w:t>
            </w:r>
          </w:p>
          <w:p w14:paraId="59592C4E" w14:textId="77777777" w:rsidR="009D4B78" w:rsidRPr="009D4B78" w:rsidRDefault="009D4B78" w:rsidP="009D4B78">
            <w:pPr>
              <w:pStyle w:val="SIBulletList2"/>
            </w:pPr>
            <w:r>
              <w:t>product storage</w:t>
            </w:r>
          </w:p>
          <w:p w14:paraId="4D058234" w14:textId="77777777" w:rsidR="009D4B78" w:rsidRPr="009D4B78" w:rsidRDefault="009D4B78" w:rsidP="009D4B78">
            <w:pPr>
              <w:pStyle w:val="SIBulletList2"/>
            </w:pPr>
            <w:r>
              <w:t>product tastings</w:t>
            </w:r>
          </w:p>
          <w:p w14:paraId="6760E4DF" w14:textId="77777777" w:rsidR="009D4B78" w:rsidRPr="009D4B78" w:rsidRDefault="009D4B78" w:rsidP="009D4B78">
            <w:pPr>
              <w:pStyle w:val="SIBulletList2"/>
            </w:pPr>
            <w:r>
              <w:t>personal presentation</w:t>
            </w:r>
          </w:p>
          <w:p w14:paraId="0B393301" w14:textId="4ADA6860" w:rsidR="009D4B78" w:rsidRPr="009D4B78" w:rsidRDefault="009D4B78" w:rsidP="009D4B78">
            <w:pPr>
              <w:pStyle w:val="SIBulletList2"/>
            </w:pPr>
            <w:r>
              <w:t>stock rotation</w:t>
            </w:r>
          </w:p>
          <w:p w14:paraId="2C6667BC" w14:textId="37E3096F" w:rsidR="009D4B78" w:rsidRPr="009D4B78" w:rsidRDefault="009D4B78" w:rsidP="009D4B78">
            <w:pPr>
              <w:pStyle w:val="SIBulletList2"/>
            </w:pPr>
            <w:r>
              <w:t>reporting problems</w:t>
            </w:r>
          </w:p>
          <w:p w14:paraId="6C9F0C89" w14:textId="1BEDCA02" w:rsidR="008D309F" w:rsidRPr="009D4B78" w:rsidRDefault="009D4B78" w:rsidP="009D4B78">
            <w:pPr>
              <w:pStyle w:val="SIBulletList2"/>
            </w:pPr>
            <w:r>
              <w:t>housekeeping</w:t>
            </w:r>
          </w:p>
          <w:p w14:paraId="5C6C5E9F" w14:textId="4458216A" w:rsidR="00F1480E" w:rsidRPr="008D309F" w:rsidRDefault="009D4B78" w:rsidP="003E5968">
            <w:pPr>
              <w:pStyle w:val="SIBulletList1"/>
              <w:rPr>
                <w:rFonts w:eastAsia="Calibri"/>
              </w:rPr>
            </w:pPr>
            <w:r>
              <w:lastRenderedPageBreak/>
              <w:t>work</w:t>
            </w:r>
            <w:r w:rsidR="00FE0083">
              <w:t>place</w:t>
            </w:r>
            <w:r>
              <w:t xml:space="preserve"> health and safety hazards and controls</w:t>
            </w:r>
            <w:r w:rsidRPr="009D4B78">
              <w:t xml:space="preserve"> associated with product tastings</w:t>
            </w:r>
            <w:r w:rsidR="00BA7A8D">
              <w:t>.</w:t>
            </w:r>
          </w:p>
          <w:p w14:paraId="4476EA87" w14:textId="77777777" w:rsidR="00CD7A28" w:rsidRPr="000754EC" w:rsidRDefault="00CD7A28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0369F5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FB745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2F58BA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A758B83" w14:textId="77777777" w:rsidTr="00CA2922">
        <w:tc>
          <w:tcPr>
            <w:tcW w:w="5000" w:type="pct"/>
            <w:shd w:val="clear" w:color="auto" w:fill="auto"/>
          </w:tcPr>
          <w:p w14:paraId="2D2A818D" w14:textId="0C6B6AAC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2B8C195" w14:textId="77777777" w:rsidR="009D4B78" w:rsidRPr="009D4B78" w:rsidRDefault="009D4B78" w:rsidP="009D4B78">
            <w:pPr>
              <w:pStyle w:val="SIBulletList1"/>
            </w:pPr>
            <w:r>
              <w:t>physical conditions:</w:t>
            </w:r>
          </w:p>
          <w:p w14:paraId="14E75649" w14:textId="0FE807F4" w:rsidR="009D4B78" w:rsidRPr="009D4B78" w:rsidRDefault="009D4B78" w:rsidP="009D4B78">
            <w:pPr>
              <w:pStyle w:val="SIBulletList2"/>
              <w:rPr>
                <w:rFonts w:eastAsia="Calibri"/>
              </w:rPr>
            </w:pPr>
            <w:r w:rsidRPr="009D4B78">
              <w:rPr>
                <w:rFonts w:eastAsia="Calibri"/>
              </w:rPr>
              <w:t>a workplace or an environment that accurately represents workplace conditions</w:t>
            </w:r>
          </w:p>
          <w:p w14:paraId="09E5EA3E" w14:textId="77777777" w:rsidR="009D4B78" w:rsidRPr="009D4B78" w:rsidRDefault="009D4B78" w:rsidP="009D4B78">
            <w:pPr>
              <w:pStyle w:val="SIBulletList1"/>
            </w:pPr>
            <w:r>
              <w:t>resources, e</w:t>
            </w:r>
            <w:r w:rsidRPr="009D4B78">
              <w:t>quipment and materials:</w:t>
            </w:r>
          </w:p>
          <w:p w14:paraId="5457F715" w14:textId="77777777" w:rsidR="009D4B78" w:rsidRPr="009D4B78" w:rsidRDefault="009D4B78" w:rsidP="009D4B78">
            <w:pPr>
              <w:pStyle w:val="SIBulletList2"/>
              <w:rPr>
                <w:rFonts w:eastAsia="Calibri"/>
              </w:rPr>
            </w:pPr>
            <w:r w:rsidRPr="009D4B78">
              <w:rPr>
                <w:rFonts w:eastAsia="Calibri"/>
              </w:rPr>
              <w:t>range of workplace products for tasting</w:t>
            </w:r>
          </w:p>
          <w:p w14:paraId="4DAEC110" w14:textId="77777777" w:rsidR="009D4B78" w:rsidRPr="009D4B78" w:rsidRDefault="009D4B78" w:rsidP="009D4B78">
            <w:pPr>
              <w:pStyle w:val="SIBulletList2"/>
              <w:rPr>
                <w:rFonts w:eastAsia="Calibri"/>
              </w:rPr>
            </w:pPr>
            <w:r w:rsidRPr="009D4B78">
              <w:rPr>
                <w:rFonts w:eastAsia="Calibri"/>
              </w:rPr>
              <w:t>materials and equipment needed to conduct tastings</w:t>
            </w:r>
          </w:p>
          <w:p w14:paraId="443153E3" w14:textId="5385C959" w:rsidR="009D4B78" w:rsidRPr="009D4B78" w:rsidRDefault="009D4B78" w:rsidP="009D4B78">
            <w:pPr>
              <w:pStyle w:val="SIBulletList2"/>
              <w:rPr>
                <w:rFonts w:eastAsia="Calibri"/>
              </w:rPr>
            </w:pPr>
            <w:r w:rsidRPr="009D4B78">
              <w:rPr>
                <w:rFonts w:eastAsia="Calibri"/>
              </w:rPr>
              <w:t>product information or technology for accessing information</w:t>
            </w:r>
          </w:p>
          <w:p w14:paraId="336BF379" w14:textId="77777777" w:rsidR="009D4B78" w:rsidRPr="009D4B78" w:rsidRDefault="009D4B78" w:rsidP="009D4B78">
            <w:pPr>
              <w:pStyle w:val="SIBulletList1"/>
              <w:rPr>
                <w:rFonts w:eastAsia="Calibri"/>
              </w:rPr>
            </w:pPr>
            <w:r w:rsidRPr="009D4B78">
              <w:rPr>
                <w:rFonts w:eastAsia="Calibri"/>
              </w:rPr>
              <w:t>specifications:</w:t>
            </w:r>
          </w:p>
          <w:p w14:paraId="4F6831C9" w14:textId="260177D9" w:rsidR="009D4B78" w:rsidRPr="009D4B78" w:rsidRDefault="009D4B78" w:rsidP="009D4B78">
            <w:pPr>
              <w:pStyle w:val="SIBulletList2"/>
              <w:rPr>
                <w:rFonts w:eastAsia="Calibri"/>
              </w:rPr>
            </w:pPr>
            <w:r w:rsidRPr="009D4B78">
              <w:rPr>
                <w:rFonts w:eastAsia="Calibri"/>
              </w:rPr>
              <w:t>workplace procedures relating to product tastings</w:t>
            </w:r>
          </w:p>
          <w:p w14:paraId="6B4ADB23" w14:textId="77777777" w:rsidR="009D4B78" w:rsidRPr="009D4B78" w:rsidRDefault="009D4B78" w:rsidP="009D4B78">
            <w:pPr>
              <w:pStyle w:val="SIBulletList1"/>
            </w:pPr>
            <w:r>
              <w:t>relationships (internal and/or external):</w:t>
            </w:r>
          </w:p>
          <w:p w14:paraId="31C5B5DE" w14:textId="5413DDBB" w:rsidR="0021210E" w:rsidRDefault="009D4B78" w:rsidP="009D4B78">
            <w:pPr>
              <w:pStyle w:val="SIBulletList2"/>
            </w:pPr>
            <w:r w:rsidRPr="00475B21">
              <w:t>external customers for tasting opportunities</w:t>
            </w:r>
            <w:r w:rsidR="00164F06">
              <w:t>.</w:t>
            </w:r>
          </w:p>
          <w:p w14:paraId="08DECBB6" w14:textId="77777777" w:rsidR="009D4B78" w:rsidRDefault="009D4B78" w:rsidP="000754EC">
            <w:pPr>
              <w:pStyle w:val="SIText"/>
            </w:pPr>
          </w:p>
          <w:p w14:paraId="6639B239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4E771BE2" w14:textId="77777777" w:rsidR="00F1480E" w:rsidRPr="000754EC" w:rsidRDefault="00F1480E" w:rsidP="00AB3145">
            <w:pPr>
              <w:pStyle w:val="SIText"/>
              <w:rPr>
                <w:rFonts w:eastAsia="Calibri"/>
              </w:rPr>
            </w:pPr>
          </w:p>
        </w:tc>
      </w:tr>
    </w:tbl>
    <w:p w14:paraId="1A75F5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46ECF69" w14:textId="77777777" w:rsidTr="004679E3">
        <w:tc>
          <w:tcPr>
            <w:tcW w:w="990" w:type="pct"/>
            <w:shd w:val="clear" w:color="auto" w:fill="auto"/>
          </w:tcPr>
          <w:p w14:paraId="3A51A86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9B742A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685C1F6" w14:textId="52D12925" w:rsidR="00CD7A28" w:rsidRPr="000754EC" w:rsidRDefault="009921D9" w:rsidP="00CD7A28">
            <w:pPr>
              <w:pStyle w:val="SIText"/>
            </w:pPr>
            <w:hyperlink r:id="rId12" w:history="1">
              <w:r w:rsidR="00AB3145" w:rsidRPr="00D611D3">
                <w:t>https://vetnet.education.gov.au/Pages/TrainingDocs.aspx?q=78b15323-cd38-483e-aad7-1159b570a5c4</w:t>
              </w:r>
            </w:hyperlink>
            <w:r w:rsidR="00AB3145">
              <w:br/>
            </w:r>
          </w:p>
        </w:tc>
      </w:tr>
    </w:tbl>
    <w:p w14:paraId="6A17CF33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0BB8EBD" w16cid:durableId="1E6795B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1F5C72" w14:textId="77777777" w:rsidR="009921D9" w:rsidRDefault="009921D9" w:rsidP="00BF3F0A">
      <w:r>
        <w:separator/>
      </w:r>
    </w:p>
    <w:p w14:paraId="7F2A5DCC" w14:textId="77777777" w:rsidR="009921D9" w:rsidRDefault="009921D9"/>
  </w:endnote>
  <w:endnote w:type="continuationSeparator" w:id="0">
    <w:p w14:paraId="734E4030" w14:textId="77777777" w:rsidR="009921D9" w:rsidRDefault="009921D9" w:rsidP="00BF3F0A">
      <w:r>
        <w:continuationSeparator/>
      </w:r>
    </w:p>
    <w:p w14:paraId="1C0172C4" w14:textId="77777777" w:rsidR="009921D9" w:rsidRDefault="009921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60E32E65" w14:textId="608E09A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C1CB1">
          <w:rPr>
            <w:noProof/>
          </w:rPr>
          <w:t>1</w:t>
        </w:r>
        <w:r w:rsidRPr="000754EC">
          <w:fldChar w:fldCharType="end"/>
        </w:r>
      </w:p>
      <w:p w14:paraId="0677B6E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39AF959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63E38F" w14:textId="77777777" w:rsidR="009921D9" w:rsidRDefault="009921D9" w:rsidP="00BF3F0A">
      <w:r>
        <w:separator/>
      </w:r>
    </w:p>
    <w:p w14:paraId="011DC0E4" w14:textId="77777777" w:rsidR="009921D9" w:rsidRDefault="009921D9"/>
  </w:footnote>
  <w:footnote w:type="continuationSeparator" w:id="0">
    <w:p w14:paraId="0674106B" w14:textId="77777777" w:rsidR="009921D9" w:rsidRDefault="009921D9" w:rsidP="00BF3F0A">
      <w:r>
        <w:continuationSeparator/>
      </w:r>
    </w:p>
    <w:p w14:paraId="2DA696D7" w14:textId="77777777" w:rsidR="009921D9" w:rsidRDefault="009921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27A73D" w14:textId="215F9793" w:rsidR="009C2650" w:rsidRPr="009D4B78" w:rsidRDefault="008D309F" w:rsidP="009D4B78">
    <w:r>
      <w:t>FBPCDS</w:t>
    </w:r>
    <w:r w:rsidR="009D4B78" w:rsidRPr="009D4B78">
      <w:t>2006 Conduct a standard product tasting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4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6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B78"/>
    <w:rsid w:val="000014B9"/>
    <w:rsid w:val="00002947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0CDD"/>
    <w:rsid w:val="00071F95"/>
    <w:rsid w:val="000737BB"/>
    <w:rsid w:val="00074E47"/>
    <w:rsid w:val="000754EC"/>
    <w:rsid w:val="0009093B"/>
    <w:rsid w:val="000A5441"/>
    <w:rsid w:val="000C149A"/>
    <w:rsid w:val="000C224E"/>
    <w:rsid w:val="000D020A"/>
    <w:rsid w:val="000E00F0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64F06"/>
    <w:rsid w:val="00176E4F"/>
    <w:rsid w:val="0018546B"/>
    <w:rsid w:val="00194362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00C0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3C8C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5968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77A1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6CF0"/>
    <w:rsid w:val="00727901"/>
    <w:rsid w:val="0073075B"/>
    <w:rsid w:val="0073404B"/>
    <w:rsid w:val="007341FF"/>
    <w:rsid w:val="007404E9"/>
    <w:rsid w:val="00741F73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209B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97B"/>
    <w:rsid w:val="008B7138"/>
    <w:rsid w:val="008D309F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21D9"/>
    <w:rsid w:val="009A5900"/>
    <w:rsid w:val="009A6E6C"/>
    <w:rsid w:val="009A6F3F"/>
    <w:rsid w:val="009B331A"/>
    <w:rsid w:val="009C2650"/>
    <w:rsid w:val="009D15E2"/>
    <w:rsid w:val="009D15FE"/>
    <w:rsid w:val="009D4B78"/>
    <w:rsid w:val="009D5D2C"/>
    <w:rsid w:val="009F0DCC"/>
    <w:rsid w:val="009F11CA"/>
    <w:rsid w:val="00A0687C"/>
    <w:rsid w:val="00A0695B"/>
    <w:rsid w:val="00A13052"/>
    <w:rsid w:val="00A216A8"/>
    <w:rsid w:val="00A223A6"/>
    <w:rsid w:val="00A432E3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145"/>
    <w:rsid w:val="00AC0696"/>
    <w:rsid w:val="00AC4C98"/>
    <w:rsid w:val="00AC5F6B"/>
    <w:rsid w:val="00AD3896"/>
    <w:rsid w:val="00AD3A34"/>
    <w:rsid w:val="00AD4A33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7A8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42B4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199D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44311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6E8C"/>
    <w:rsid w:val="00E238E6"/>
    <w:rsid w:val="00E253D1"/>
    <w:rsid w:val="00E35064"/>
    <w:rsid w:val="00E3681D"/>
    <w:rsid w:val="00E40225"/>
    <w:rsid w:val="00E501F0"/>
    <w:rsid w:val="00E6166D"/>
    <w:rsid w:val="00E63B63"/>
    <w:rsid w:val="00E7363D"/>
    <w:rsid w:val="00E91BFF"/>
    <w:rsid w:val="00E92933"/>
    <w:rsid w:val="00E94FAD"/>
    <w:rsid w:val="00EB0AA4"/>
    <w:rsid w:val="00EB5C88"/>
    <w:rsid w:val="00EC0469"/>
    <w:rsid w:val="00EC1CB1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3877"/>
    <w:rsid w:val="00FA6AB1"/>
    <w:rsid w:val="00FB232E"/>
    <w:rsid w:val="00FB73D0"/>
    <w:rsid w:val="00FD557D"/>
    <w:rsid w:val="00FD7B62"/>
    <w:rsid w:val="00FE0083"/>
    <w:rsid w:val="00FE0282"/>
    <w:rsid w:val="00FE124D"/>
    <w:rsid w:val="00FE792C"/>
    <w:rsid w:val="00FF58F8"/>
    <w:rsid w:val="00FF5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94C6F9"/>
  <w15:docId w15:val="{981BEC96-2394-47DD-941A-2380CAEEB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070CD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38261C31E46540A2E4478A259D854D" ma:contentTypeVersion="5" ma:contentTypeDescription="Create a new document." ma:contentTypeScope="" ma:versionID="2dc3e1bd70f58c9cb1a52d948467aa81">
  <xsd:schema xmlns:xsd="http://www.w3.org/2001/XMLSchema" xmlns:xs="http://www.w3.org/2001/XMLSchema" xmlns:p="http://schemas.microsoft.com/office/2006/metadata/properties" xmlns:ns2="bca878eb-9ddd-4f69-83e9-e79f127acd88" targetNamespace="http://schemas.microsoft.com/office/2006/metadata/properties" ma:root="true" ma:fieldsID="d77fde85cd05f591d694e771177e8fb5" ns2:_="">
    <xsd:import namespace="bca878eb-9ddd-4f69-83e9-e79f127acd88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878eb-9ddd-4f69-83e9-e79f127acd88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bca878eb-9ddd-4f69-83e9-e79f127acd88">
      <UserInfo>
        <DisplayName/>
        <AccountId xsi:nil="true"/>
        <AccountType/>
      </UserInfo>
    </Assigned_x0020_to0>
    <Area xmlns="bca878eb-9ddd-4f69-83e9-e79f127acd88">Cross sector</Area>
    <Project_x0020_phase xmlns="bca878eb-9ddd-4f69-83e9-e79f127acd88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94FD7D-2876-4DCC-B9D2-0E574E6C04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878eb-9ddd-4f69-83e9-e79f127acd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bca878eb-9ddd-4f69-83e9-e79f127acd88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07170F-1FD5-4A88-A77F-DEF1AAD10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138</TotalTime>
  <Pages>4</Pages>
  <Words>1187</Words>
  <Characters>6770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7942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Ruth Geldard</cp:lastModifiedBy>
  <cp:revision>21</cp:revision>
  <cp:lastPrinted>2016-05-27T05:21:00Z</cp:lastPrinted>
  <dcterms:created xsi:type="dcterms:W3CDTF">2017-10-17T05:18:00Z</dcterms:created>
  <dcterms:modified xsi:type="dcterms:W3CDTF">2018-04-19T08:57:00Z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0x0101000138261C31E46540A2E4478A259D854D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